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01" w:rsidRDefault="00465501" w:rsidP="001D15DA">
      <w:pPr>
        <w:jc w:val="center"/>
        <w:rPr>
          <w:b/>
          <w:sz w:val="40"/>
          <w:szCs w:val="40"/>
        </w:rPr>
      </w:pPr>
      <w:r w:rsidRPr="001D15DA">
        <w:rPr>
          <w:b/>
          <w:sz w:val="40"/>
          <w:szCs w:val="40"/>
        </w:rPr>
        <w:t xml:space="preserve">Ferieplan for skoleåret 2010 </w:t>
      </w:r>
      <w:r>
        <w:rPr>
          <w:b/>
          <w:sz w:val="40"/>
          <w:szCs w:val="40"/>
        </w:rPr>
        <w:t>–</w:t>
      </w:r>
      <w:r w:rsidRPr="001D15DA">
        <w:rPr>
          <w:b/>
          <w:sz w:val="40"/>
          <w:szCs w:val="40"/>
        </w:rPr>
        <w:t xml:space="preserve"> 2011</w:t>
      </w:r>
    </w:p>
    <w:p w:rsidR="00465501" w:rsidRPr="001D15DA" w:rsidRDefault="00465501" w:rsidP="001D15D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465501" w:rsidRPr="009138AA" w:rsidTr="009138AA"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 xml:space="preserve">Første undervisningsdag </w:t>
            </w:r>
          </w:p>
        </w:tc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11.08.</w:t>
            </w:r>
          </w:p>
        </w:tc>
      </w:tr>
      <w:tr w:rsidR="00465501" w:rsidRPr="009138AA" w:rsidTr="009138AA"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Efterårsferie</w:t>
            </w:r>
          </w:p>
        </w:tc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18.10 – 22.10</w:t>
            </w:r>
            <w:r w:rsidRPr="009138AA">
              <w:rPr>
                <w:b/>
              </w:rPr>
              <w:t>*</w:t>
            </w:r>
          </w:p>
        </w:tc>
      </w:tr>
      <w:tr w:rsidR="00465501" w:rsidRPr="009138AA" w:rsidTr="009138AA"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Juleferie</w:t>
            </w:r>
          </w:p>
        </w:tc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22.12 – 04.01</w:t>
            </w:r>
            <w:r w:rsidRPr="009138AA">
              <w:rPr>
                <w:b/>
              </w:rPr>
              <w:t>*</w:t>
            </w:r>
          </w:p>
        </w:tc>
      </w:tr>
      <w:tr w:rsidR="00465501" w:rsidRPr="009138AA" w:rsidTr="009138AA"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Vinterferie</w:t>
            </w:r>
          </w:p>
        </w:tc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21.02 – 25.02</w:t>
            </w:r>
            <w:r w:rsidRPr="009138AA">
              <w:rPr>
                <w:b/>
              </w:rPr>
              <w:t>*</w:t>
            </w:r>
          </w:p>
        </w:tc>
      </w:tr>
      <w:tr w:rsidR="00465501" w:rsidRPr="009138AA" w:rsidTr="009138AA"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Påskeferie</w:t>
            </w:r>
          </w:p>
        </w:tc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18.04 – 25.04</w:t>
            </w:r>
            <w:r w:rsidRPr="009138AA">
              <w:rPr>
                <w:b/>
              </w:rPr>
              <w:t>*</w:t>
            </w:r>
          </w:p>
        </w:tc>
      </w:tr>
      <w:tr w:rsidR="00465501" w:rsidRPr="009138AA" w:rsidTr="009138AA"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Translokation</w:t>
            </w:r>
          </w:p>
        </w:tc>
        <w:tc>
          <w:tcPr>
            <w:tcW w:w="4889" w:type="dxa"/>
          </w:tcPr>
          <w:p w:rsidR="00465501" w:rsidRPr="009138AA" w:rsidRDefault="00465501" w:rsidP="009138A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138AA">
              <w:rPr>
                <w:b/>
                <w:sz w:val="28"/>
                <w:szCs w:val="28"/>
              </w:rPr>
              <w:t>24.06</w:t>
            </w:r>
          </w:p>
        </w:tc>
      </w:tr>
    </w:tbl>
    <w:p w:rsidR="00465501" w:rsidRPr="004D602F" w:rsidRDefault="00465501" w:rsidP="001D15DA">
      <w:pPr>
        <w:rPr>
          <w:b/>
        </w:rPr>
      </w:pPr>
      <w:r w:rsidRPr="004D602F">
        <w:rPr>
          <w:b/>
        </w:rPr>
        <w:t xml:space="preserve">*Alle dage inkl. </w:t>
      </w:r>
    </w:p>
    <w:p w:rsidR="00465501" w:rsidRDefault="00465501" w:rsidP="001D15DA">
      <w:pPr>
        <w:rPr>
          <w:b/>
          <w:sz w:val="28"/>
          <w:szCs w:val="28"/>
        </w:rPr>
      </w:pPr>
    </w:p>
    <w:p w:rsidR="00465501" w:rsidRDefault="00465501" w:rsidP="001D15DA">
      <w:pPr>
        <w:rPr>
          <w:b/>
          <w:sz w:val="28"/>
          <w:szCs w:val="28"/>
        </w:rPr>
      </w:pPr>
      <w:r>
        <w:rPr>
          <w:b/>
          <w:sz w:val="28"/>
          <w:szCs w:val="28"/>
        </w:rPr>
        <w:t>3g har sidste undervisningsdag den 19. maj 2011? (NB: ej udmeldt fra UVM endnu)</w:t>
      </w:r>
    </w:p>
    <w:p w:rsidR="00465501" w:rsidRPr="008B0690" w:rsidRDefault="00465501" w:rsidP="001D15DA">
      <w:pPr>
        <w:rPr>
          <w:b/>
          <w:sz w:val="28"/>
          <w:szCs w:val="28"/>
        </w:rPr>
      </w:pPr>
      <w:r>
        <w:rPr>
          <w:b/>
          <w:sz w:val="28"/>
          <w:szCs w:val="28"/>
        </w:rPr>
        <w:t>1g2g har efter planen sidste skoledag den 3. juni 2011</w:t>
      </w:r>
    </w:p>
    <w:sectPr w:rsidR="00465501" w:rsidRPr="008B0690" w:rsidSect="00B24FB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9F6"/>
    <w:rsid w:val="001D15DA"/>
    <w:rsid w:val="002A4B70"/>
    <w:rsid w:val="00465501"/>
    <w:rsid w:val="004D602F"/>
    <w:rsid w:val="0057012E"/>
    <w:rsid w:val="0073215E"/>
    <w:rsid w:val="0077613A"/>
    <w:rsid w:val="008B0690"/>
    <w:rsid w:val="009138AA"/>
    <w:rsid w:val="00924C26"/>
    <w:rsid w:val="00A5649D"/>
    <w:rsid w:val="00A969F6"/>
    <w:rsid w:val="00B24FB3"/>
    <w:rsid w:val="00B34A6C"/>
    <w:rsid w:val="00B739ED"/>
    <w:rsid w:val="00C159C1"/>
    <w:rsid w:val="00D977ED"/>
    <w:rsid w:val="00EB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15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50</Words>
  <Characters>306</Characters>
  <Application>Microsoft Office Outlook</Application>
  <DocSecurity>0</DocSecurity>
  <Lines>0</Lines>
  <Paragraphs>0</Paragraphs>
  <ScaleCrop>false</ScaleCrop>
  <Company>Alssundgymnasiet Sønderborg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Ferieplan for skoleåret 2010 – 2011</dc:title>
  <dc:subject/>
  <dc:creator>vegyolth</dc:creator>
  <cp:keywords/>
  <dc:description/>
  <cp:lastModifiedBy>test</cp:lastModifiedBy>
  <cp:revision>2</cp:revision>
  <cp:lastPrinted>2009-08-28T08:26:00Z</cp:lastPrinted>
  <dcterms:created xsi:type="dcterms:W3CDTF">2009-09-02T11:38:00Z</dcterms:created>
  <dcterms:modified xsi:type="dcterms:W3CDTF">2009-09-02T11:38:00Z</dcterms:modified>
</cp:coreProperties>
</file>